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9A2A5A" w:rsidRPr="00E823AC" w:rsidTr="00DC5997">
        <w:tc>
          <w:tcPr>
            <w:tcW w:w="4785" w:type="dxa"/>
          </w:tcPr>
          <w:p w:rsidR="009A2A5A" w:rsidRPr="00DC5997" w:rsidRDefault="009A2A5A" w:rsidP="00DC5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C599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 утверждении правил определения требований к закупаемым Администрацией Медведского сельского поселения отдельным видам товаров, работ, услуг (в том числе предельных цен тов</w:t>
            </w:r>
            <w:r w:rsidRPr="00DC599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DC599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ров, работ, услуг)</w:t>
            </w:r>
          </w:p>
        </w:tc>
        <w:tc>
          <w:tcPr>
            <w:tcW w:w="4786" w:type="dxa"/>
          </w:tcPr>
          <w:p w:rsidR="009A2A5A" w:rsidRPr="00DC5997" w:rsidRDefault="009A2A5A" w:rsidP="00DC5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A2A5A" w:rsidRPr="00E823AC" w:rsidRDefault="009A2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9A2A5A" w:rsidRPr="00E823AC" w:rsidRDefault="009A2A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9A2A5A" w:rsidRPr="00E823AC" w:rsidRDefault="009A2A5A" w:rsidP="00CD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Постано</w:t>
      </w:r>
      <w:r w:rsidRPr="00E823AC">
        <w:rPr>
          <w:rFonts w:ascii="Times New Roman" w:hAnsi="Times New Roman"/>
          <w:color w:val="000000"/>
          <w:sz w:val="20"/>
          <w:szCs w:val="20"/>
        </w:rPr>
        <w:t>в</w:t>
      </w:r>
      <w:r w:rsidRPr="00E823AC">
        <w:rPr>
          <w:rFonts w:ascii="Times New Roman" w:hAnsi="Times New Roman"/>
          <w:color w:val="000000"/>
          <w:sz w:val="20"/>
          <w:szCs w:val="20"/>
        </w:rPr>
        <w:t>лением Правительства Российской Федерации от 02.09.2015 № 926 «Об утверждении Общих правил опр</w:t>
      </w:r>
      <w:r w:rsidRPr="00E823AC">
        <w:rPr>
          <w:rFonts w:ascii="Times New Roman" w:hAnsi="Times New Roman"/>
          <w:color w:val="000000"/>
          <w:sz w:val="20"/>
          <w:szCs w:val="20"/>
        </w:rPr>
        <w:t>е</w:t>
      </w:r>
      <w:r w:rsidRPr="00E823AC">
        <w:rPr>
          <w:rFonts w:ascii="Times New Roman" w:hAnsi="Times New Roman"/>
          <w:color w:val="000000"/>
          <w:sz w:val="20"/>
          <w:szCs w:val="20"/>
        </w:rPr>
        <w:t>деления требований к закупаемым заказчиками отдельным видам товаров, работ, услуг (в том числе пр</w:t>
      </w:r>
      <w:r w:rsidRPr="00E823AC">
        <w:rPr>
          <w:rFonts w:ascii="Times New Roman" w:hAnsi="Times New Roman"/>
          <w:color w:val="000000"/>
          <w:sz w:val="20"/>
          <w:szCs w:val="20"/>
        </w:rPr>
        <w:t>е</w:t>
      </w:r>
      <w:r w:rsidRPr="00E823AC">
        <w:rPr>
          <w:rFonts w:ascii="Times New Roman" w:hAnsi="Times New Roman"/>
          <w:color w:val="000000"/>
          <w:sz w:val="20"/>
          <w:szCs w:val="20"/>
        </w:rPr>
        <w:t>дельных цен товаров, работ, услуг)», Администрация Медведского сельского поселения ПОСТАНОВЛЯЕТ:</w:t>
      </w:r>
    </w:p>
    <w:p w:rsidR="009A2A5A" w:rsidRPr="00E823AC" w:rsidRDefault="009A2A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1. Утвердить прилагаемые Правила определения требований к закупаемым Администрацией Медве</w:t>
      </w:r>
      <w:r w:rsidRPr="00E823AC">
        <w:rPr>
          <w:rFonts w:ascii="Times New Roman" w:hAnsi="Times New Roman"/>
          <w:color w:val="000000"/>
          <w:sz w:val="20"/>
          <w:szCs w:val="20"/>
        </w:rPr>
        <w:t>д</w:t>
      </w:r>
      <w:r w:rsidRPr="00E823AC">
        <w:rPr>
          <w:rFonts w:ascii="Times New Roman" w:hAnsi="Times New Roman"/>
          <w:color w:val="000000"/>
          <w:sz w:val="20"/>
          <w:szCs w:val="20"/>
        </w:rPr>
        <w:t>ского сельского поселения отдельным видам товаров, работ, услуг (в том числе предельных цен товаров, работ, услуг).</w:t>
      </w:r>
    </w:p>
    <w:p w:rsidR="009A2A5A" w:rsidRPr="00E823AC" w:rsidRDefault="009A2A5A" w:rsidP="00E80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2. Настоящее постановление подлежит официальному опубликованию и вступает в силу с 1 января 2016 года.</w:t>
      </w:r>
    </w:p>
    <w:p w:rsidR="009A2A5A" w:rsidRPr="00E823AC" w:rsidRDefault="009A2A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9A2A5A" w:rsidRPr="00E823AC" w:rsidRDefault="009A2A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  <w:r w:rsidRPr="00E823AC">
        <w:rPr>
          <w:rFonts w:ascii="Times New Roman" w:hAnsi="Times New Roman"/>
          <w:b/>
          <w:color w:val="000000"/>
          <w:sz w:val="20"/>
          <w:szCs w:val="20"/>
        </w:rPr>
        <w:t>Заместитель Главы администрации                             И.В.Боченкова</w:t>
      </w:r>
    </w:p>
    <w:p w:rsidR="009A2A5A" w:rsidRPr="00E823AC" w:rsidRDefault="009A2A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9A2A5A" w:rsidRPr="00E823AC" w:rsidRDefault="009A2A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9A2A5A" w:rsidRPr="00E823AC" w:rsidTr="00DC5997">
        <w:tc>
          <w:tcPr>
            <w:tcW w:w="4785" w:type="dxa"/>
          </w:tcPr>
          <w:p w:rsidR="009A2A5A" w:rsidRPr="00DC5997" w:rsidRDefault="009A2A5A" w:rsidP="00CB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</w:tcPr>
          <w:p w:rsidR="009A2A5A" w:rsidRPr="00DC5997" w:rsidRDefault="009A2A5A" w:rsidP="00DC5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5997">
              <w:rPr>
                <w:rFonts w:ascii="Times New Roman" w:hAnsi="Times New Roman"/>
                <w:color w:val="000000"/>
                <w:sz w:val="20"/>
                <w:szCs w:val="20"/>
              </w:rPr>
              <w:t>Утверждены</w:t>
            </w:r>
          </w:p>
          <w:p w:rsidR="009A2A5A" w:rsidRPr="00DC5997" w:rsidRDefault="009A2A5A" w:rsidP="00DC5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5997">
              <w:rPr>
                <w:rFonts w:ascii="Times New Roman" w:hAnsi="Times New Roman"/>
                <w:color w:val="000000"/>
                <w:sz w:val="20"/>
                <w:szCs w:val="20"/>
              </w:rPr>
              <w:t>Постановлением администрации</w:t>
            </w:r>
          </w:p>
          <w:p w:rsidR="009A2A5A" w:rsidRPr="00DC5997" w:rsidRDefault="009A2A5A" w:rsidP="00DC5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5997">
              <w:rPr>
                <w:rFonts w:ascii="Times New Roman" w:hAnsi="Times New Roman"/>
                <w:color w:val="000000"/>
                <w:sz w:val="20"/>
                <w:szCs w:val="20"/>
              </w:rPr>
              <w:t>от _______________ № ___</w:t>
            </w:r>
          </w:p>
          <w:p w:rsidR="009A2A5A" w:rsidRPr="00DC5997" w:rsidRDefault="009A2A5A" w:rsidP="00CB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A2A5A" w:rsidRPr="00E823AC" w:rsidRDefault="009A2A5A" w:rsidP="00CB2651">
      <w:pPr>
        <w:rPr>
          <w:rFonts w:ascii="Times New Roman" w:hAnsi="Times New Roman"/>
          <w:color w:val="000000"/>
          <w:sz w:val="20"/>
          <w:szCs w:val="20"/>
        </w:rPr>
      </w:pPr>
    </w:p>
    <w:p w:rsidR="009A2A5A" w:rsidRPr="00E823AC" w:rsidRDefault="009A2A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bookmarkStart w:id="0" w:name="Par24"/>
      <w:bookmarkEnd w:id="0"/>
    </w:p>
    <w:p w:rsidR="009A2A5A" w:rsidRPr="00E823AC" w:rsidRDefault="009A2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bookmarkStart w:id="1" w:name="Par30"/>
      <w:bookmarkEnd w:id="1"/>
      <w:r w:rsidRPr="00E823AC">
        <w:rPr>
          <w:rFonts w:ascii="Times New Roman" w:hAnsi="Times New Roman"/>
          <w:b/>
          <w:color w:val="000000"/>
          <w:sz w:val="20"/>
          <w:szCs w:val="20"/>
        </w:rPr>
        <w:t>Правила</w:t>
      </w:r>
      <w:r w:rsidRPr="00E823AC">
        <w:rPr>
          <w:rFonts w:ascii="Times New Roman" w:hAnsi="Times New Roman"/>
          <w:b/>
          <w:color w:val="000000"/>
          <w:sz w:val="20"/>
          <w:szCs w:val="20"/>
        </w:rPr>
        <w:br/>
        <w:t>определения требований к закупаемым Администрацией Медведского сельского поселения</w:t>
      </w:r>
      <w:r w:rsidRPr="00E823AC">
        <w:rPr>
          <w:rFonts w:ascii="Times New Roman" w:hAnsi="Times New Roman"/>
          <w:b/>
          <w:bCs/>
          <w:color w:val="000000"/>
          <w:sz w:val="20"/>
          <w:szCs w:val="20"/>
        </w:rPr>
        <w:t xml:space="preserve"> отдел</w:t>
      </w:r>
      <w:r w:rsidRPr="00E823AC">
        <w:rPr>
          <w:rFonts w:ascii="Times New Roman" w:hAnsi="Times New Roman"/>
          <w:b/>
          <w:bCs/>
          <w:color w:val="000000"/>
          <w:sz w:val="20"/>
          <w:szCs w:val="20"/>
        </w:rPr>
        <w:t>ь</w:t>
      </w:r>
      <w:r w:rsidRPr="00E823AC">
        <w:rPr>
          <w:rFonts w:ascii="Times New Roman" w:hAnsi="Times New Roman"/>
          <w:b/>
          <w:bCs/>
          <w:color w:val="000000"/>
          <w:sz w:val="20"/>
          <w:szCs w:val="20"/>
        </w:rPr>
        <w:t>ным видам товаров, работ, услуг (в том числе предельных цен товаров, работ, услуг)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2" w:name="Par37"/>
      <w:bookmarkEnd w:id="2"/>
      <w:r w:rsidRPr="00E823AC">
        <w:rPr>
          <w:rFonts w:ascii="Times New Roman" w:hAnsi="Times New Roman"/>
          <w:color w:val="000000"/>
          <w:sz w:val="20"/>
          <w:szCs w:val="20"/>
        </w:rPr>
        <w:t>1. Настоящие Правила устанавливают порядок определения требований к закупаемым Админис</w:t>
      </w:r>
      <w:r w:rsidRPr="00E823AC">
        <w:rPr>
          <w:rFonts w:ascii="Times New Roman" w:hAnsi="Times New Roman"/>
          <w:color w:val="000000"/>
          <w:sz w:val="20"/>
          <w:szCs w:val="20"/>
        </w:rPr>
        <w:t>т</w:t>
      </w:r>
      <w:r w:rsidRPr="00E823AC">
        <w:rPr>
          <w:rFonts w:ascii="Times New Roman" w:hAnsi="Times New Roman"/>
          <w:color w:val="000000"/>
          <w:sz w:val="20"/>
          <w:szCs w:val="20"/>
        </w:rPr>
        <w:t>рацией Медведского сельского поселения (далее- муниципальный орган) отдельным видам товаров, работ, услуг (в том числе предельных цен товаров, работ, услуг).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2. Муниципальный орган утверждает определенные в соответствии с настоящими Правилами тр</w:t>
      </w:r>
      <w:r w:rsidRPr="00E823AC">
        <w:rPr>
          <w:rFonts w:ascii="Times New Roman" w:hAnsi="Times New Roman"/>
          <w:color w:val="000000"/>
          <w:sz w:val="20"/>
          <w:szCs w:val="20"/>
        </w:rPr>
        <w:t>е</w:t>
      </w:r>
      <w:r w:rsidRPr="00E823AC">
        <w:rPr>
          <w:rFonts w:ascii="Times New Roman" w:hAnsi="Times New Roman"/>
          <w:color w:val="000000"/>
          <w:sz w:val="20"/>
          <w:szCs w:val="20"/>
        </w:rPr>
        <w:t>бования к закупаемым им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- ведомственный перечень).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Ведомственный перечень составляется по форме согласно приложению № 1 на основании обяз</w:t>
      </w:r>
      <w:r w:rsidRPr="00E823AC">
        <w:rPr>
          <w:rFonts w:ascii="Times New Roman" w:hAnsi="Times New Roman"/>
          <w:color w:val="000000"/>
          <w:sz w:val="20"/>
          <w:szCs w:val="20"/>
        </w:rPr>
        <w:t>а</w:t>
      </w:r>
      <w:r w:rsidRPr="00E823AC">
        <w:rPr>
          <w:rFonts w:ascii="Times New Roman" w:hAnsi="Times New Roman"/>
          <w:color w:val="000000"/>
          <w:sz w:val="20"/>
          <w:szCs w:val="20"/>
        </w:rPr>
        <w:t>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№ 2 (далее - обязательный перечень).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В отношении отдельных видов товаров, работ, услуг, включенных в обязательный перечень, в в</w:t>
      </w:r>
      <w:r w:rsidRPr="00E823AC">
        <w:rPr>
          <w:rFonts w:ascii="Times New Roman" w:hAnsi="Times New Roman"/>
          <w:color w:val="000000"/>
          <w:sz w:val="20"/>
          <w:szCs w:val="20"/>
        </w:rPr>
        <w:t>е</w:t>
      </w:r>
      <w:r w:rsidRPr="00E823AC">
        <w:rPr>
          <w:rFonts w:ascii="Times New Roman" w:hAnsi="Times New Roman"/>
          <w:color w:val="000000"/>
          <w:sz w:val="20"/>
          <w:szCs w:val="20"/>
        </w:rPr>
        <w:t>домственном перечне определяются их потребительские свойства (в том числе качество) и иные характер</w:t>
      </w:r>
      <w:r w:rsidRPr="00E823AC">
        <w:rPr>
          <w:rFonts w:ascii="Times New Roman" w:hAnsi="Times New Roman"/>
          <w:color w:val="000000"/>
          <w:sz w:val="20"/>
          <w:szCs w:val="20"/>
        </w:rPr>
        <w:t>и</w:t>
      </w:r>
      <w:r w:rsidRPr="00E823AC">
        <w:rPr>
          <w:rFonts w:ascii="Times New Roman" w:hAnsi="Times New Roman"/>
          <w:color w:val="000000"/>
          <w:sz w:val="20"/>
          <w:szCs w:val="20"/>
        </w:rPr>
        <w:t>стики (в том числе предельные цены указанных товаров, работ, услуг), если указанные свойства и характ</w:t>
      </w:r>
      <w:r w:rsidRPr="00E823AC">
        <w:rPr>
          <w:rFonts w:ascii="Times New Roman" w:hAnsi="Times New Roman"/>
          <w:color w:val="000000"/>
          <w:sz w:val="20"/>
          <w:szCs w:val="20"/>
        </w:rPr>
        <w:t>е</w:t>
      </w:r>
      <w:r w:rsidRPr="00E823AC">
        <w:rPr>
          <w:rFonts w:ascii="Times New Roman" w:hAnsi="Times New Roman"/>
          <w:color w:val="000000"/>
          <w:sz w:val="20"/>
          <w:szCs w:val="20"/>
        </w:rPr>
        <w:t>ристики не определены в обязательном перечне.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Муниципальный орган в ведомственном перечне определяет значения характеристик (свойств) о</w:t>
      </w:r>
      <w:r w:rsidRPr="00E823AC">
        <w:rPr>
          <w:rFonts w:ascii="Times New Roman" w:hAnsi="Times New Roman"/>
          <w:color w:val="000000"/>
          <w:sz w:val="20"/>
          <w:szCs w:val="20"/>
        </w:rPr>
        <w:t>т</w:t>
      </w:r>
      <w:r w:rsidRPr="00E823AC">
        <w:rPr>
          <w:rFonts w:ascii="Times New Roman" w:hAnsi="Times New Roman"/>
          <w:color w:val="000000"/>
          <w:sz w:val="20"/>
          <w:szCs w:val="20"/>
        </w:rPr>
        <w:t>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3.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</w:t>
      </w:r>
      <w:r w:rsidRPr="00E823AC">
        <w:rPr>
          <w:rFonts w:ascii="Times New Roman" w:hAnsi="Times New Roman"/>
          <w:color w:val="000000"/>
          <w:sz w:val="20"/>
          <w:szCs w:val="20"/>
        </w:rPr>
        <w:t>ю</w:t>
      </w:r>
      <w:r w:rsidRPr="00E823AC">
        <w:rPr>
          <w:rFonts w:ascii="Times New Roman" w:hAnsi="Times New Roman"/>
          <w:color w:val="000000"/>
          <w:sz w:val="20"/>
          <w:szCs w:val="20"/>
        </w:rPr>
        <w:t>щих критериев превышает 20 процентов: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а) доля расходов муниципального органа на приобретение отдельного вида товаров, работ, услуг для обеспечения муниципальных нужд за отчетный финансовый год в общем объеме расходов этого мун</w:t>
      </w:r>
      <w:r w:rsidRPr="00E823AC">
        <w:rPr>
          <w:rFonts w:ascii="Times New Roman" w:hAnsi="Times New Roman"/>
          <w:color w:val="000000"/>
          <w:sz w:val="20"/>
          <w:szCs w:val="20"/>
        </w:rPr>
        <w:t>и</w:t>
      </w:r>
      <w:r w:rsidRPr="00E823AC">
        <w:rPr>
          <w:rFonts w:ascii="Times New Roman" w:hAnsi="Times New Roman"/>
          <w:color w:val="000000"/>
          <w:sz w:val="20"/>
          <w:szCs w:val="20"/>
        </w:rPr>
        <w:t>ципального органа на приобретение товаров, работ, услуг за отчетный финансовый год;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б) доля контрактов муниципального органа на приобретение отдельного вида товаров, работ, у</w:t>
      </w:r>
      <w:r w:rsidRPr="00E823AC">
        <w:rPr>
          <w:rFonts w:ascii="Times New Roman" w:hAnsi="Times New Roman"/>
          <w:color w:val="000000"/>
          <w:sz w:val="20"/>
          <w:szCs w:val="20"/>
        </w:rPr>
        <w:t>с</w:t>
      </w:r>
      <w:r w:rsidRPr="00E823AC">
        <w:rPr>
          <w:rFonts w:ascii="Times New Roman" w:hAnsi="Times New Roman"/>
          <w:color w:val="000000"/>
          <w:sz w:val="20"/>
          <w:szCs w:val="20"/>
        </w:rPr>
        <w:t>луг для обеспечения муниципальных нужд, заключенных в отчетном финансовом году, в общем количестве контрактов этого муниципального органа на приобретение товаров, работ, услуг, заключенных в отчетном финансовом году.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4. Муниципальные органы при включении в ведомственный перечень отдельных видов товаров, работ, услуг, не указанных в обязательном перечне, применяют установленные пунктом 3 настоящих Пр</w:t>
      </w:r>
      <w:r w:rsidRPr="00E823AC">
        <w:rPr>
          <w:rFonts w:ascii="Times New Roman" w:hAnsi="Times New Roman"/>
          <w:color w:val="000000"/>
          <w:sz w:val="20"/>
          <w:szCs w:val="20"/>
        </w:rPr>
        <w:t>а</w:t>
      </w:r>
      <w:r w:rsidRPr="00E823AC">
        <w:rPr>
          <w:rFonts w:ascii="Times New Roman" w:hAnsi="Times New Roman"/>
          <w:color w:val="000000"/>
          <w:sz w:val="20"/>
          <w:szCs w:val="20"/>
        </w:rPr>
        <w:t>вил критерии исходя из определения их значений в процентном отношении к объему осуществляемых м</w:t>
      </w:r>
      <w:r w:rsidRPr="00E823AC">
        <w:rPr>
          <w:rFonts w:ascii="Times New Roman" w:hAnsi="Times New Roman"/>
          <w:color w:val="000000"/>
          <w:sz w:val="20"/>
          <w:szCs w:val="20"/>
        </w:rPr>
        <w:t>у</w:t>
      </w:r>
      <w:r w:rsidRPr="00E823AC">
        <w:rPr>
          <w:rFonts w:ascii="Times New Roman" w:hAnsi="Times New Roman"/>
          <w:color w:val="000000"/>
          <w:sz w:val="20"/>
          <w:szCs w:val="20"/>
        </w:rPr>
        <w:t>ниципальными органами закупок.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5. В целях формирования ведомственного перечня муниципальные органы вправе определять д</w:t>
      </w:r>
      <w:r w:rsidRPr="00E823AC">
        <w:rPr>
          <w:rFonts w:ascii="Times New Roman" w:hAnsi="Times New Roman"/>
          <w:color w:val="000000"/>
          <w:sz w:val="20"/>
          <w:szCs w:val="20"/>
        </w:rPr>
        <w:t>о</w:t>
      </w:r>
      <w:r w:rsidRPr="00E823AC">
        <w:rPr>
          <w:rFonts w:ascii="Times New Roman" w:hAnsi="Times New Roman"/>
          <w:color w:val="000000"/>
          <w:sz w:val="20"/>
          <w:szCs w:val="20"/>
        </w:rPr>
        <w:t>полнительные критерии отбора отдельных видов товаров, работ, услуг и порядок их применения, не прив</w:t>
      </w:r>
      <w:r w:rsidRPr="00E823AC">
        <w:rPr>
          <w:rFonts w:ascii="Times New Roman" w:hAnsi="Times New Roman"/>
          <w:color w:val="000000"/>
          <w:sz w:val="20"/>
          <w:szCs w:val="20"/>
        </w:rPr>
        <w:t>о</w:t>
      </w:r>
      <w:r w:rsidRPr="00E823AC">
        <w:rPr>
          <w:rFonts w:ascii="Times New Roman" w:hAnsi="Times New Roman"/>
          <w:color w:val="000000"/>
          <w:sz w:val="20"/>
          <w:szCs w:val="20"/>
        </w:rPr>
        <w:t>дящие к сокращению значения критериев, установленных пунктом 3 настоящих Правил.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6. Муниципальные органы при формировании ведомственного перечня вправе включить в него дополнительно:</w:t>
      </w:r>
    </w:p>
    <w:p w:rsidR="009A2A5A" w:rsidRPr="00E823AC" w:rsidRDefault="009A2A5A" w:rsidP="006C284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а) отдельные виды товаров, работ, услуг, не указанные в обязательном перечне и не соответс</w:t>
      </w:r>
      <w:r w:rsidRPr="00E823AC">
        <w:rPr>
          <w:rFonts w:ascii="Times New Roman" w:hAnsi="Times New Roman"/>
          <w:color w:val="000000"/>
          <w:sz w:val="20"/>
          <w:szCs w:val="20"/>
        </w:rPr>
        <w:t>т</w:t>
      </w:r>
      <w:r w:rsidRPr="00E823AC">
        <w:rPr>
          <w:rFonts w:ascii="Times New Roman" w:hAnsi="Times New Roman"/>
          <w:color w:val="000000"/>
          <w:sz w:val="20"/>
          <w:szCs w:val="20"/>
        </w:rPr>
        <w:t>вующие критериям, указанным в пункте 3 настоящих Правил;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№ 1 к настоящим Правилам, в том числе с уч</w:t>
      </w:r>
      <w:r w:rsidRPr="00E823AC">
        <w:rPr>
          <w:rFonts w:ascii="Times New Roman" w:hAnsi="Times New Roman"/>
          <w:color w:val="000000"/>
          <w:sz w:val="20"/>
          <w:szCs w:val="20"/>
        </w:rPr>
        <w:t>е</w:t>
      </w:r>
      <w:r w:rsidRPr="00E823AC">
        <w:rPr>
          <w:rFonts w:ascii="Times New Roman" w:hAnsi="Times New Roman"/>
          <w:color w:val="000000"/>
          <w:sz w:val="20"/>
          <w:szCs w:val="20"/>
        </w:rPr>
        <w:t>том функционального назначения товара, под которым для целей настоящих Правил понимается цель и у</w:t>
      </w:r>
      <w:r w:rsidRPr="00E823AC">
        <w:rPr>
          <w:rFonts w:ascii="Times New Roman" w:hAnsi="Times New Roman"/>
          <w:color w:val="000000"/>
          <w:sz w:val="20"/>
          <w:szCs w:val="20"/>
        </w:rPr>
        <w:t>с</w:t>
      </w:r>
      <w:r w:rsidRPr="00E823AC">
        <w:rPr>
          <w:rFonts w:ascii="Times New Roman" w:hAnsi="Times New Roman"/>
          <w:color w:val="000000"/>
          <w:sz w:val="20"/>
          <w:szCs w:val="20"/>
        </w:rPr>
        <w:t>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</w:t>
      </w:r>
      <w:r w:rsidRPr="00E823AC">
        <w:rPr>
          <w:rFonts w:ascii="Times New Roman" w:hAnsi="Times New Roman"/>
          <w:color w:val="000000"/>
          <w:sz w:val="20"/>
          <w:szCs w:val="20"/>
        </w:rPr>
        <w:t>т</w:t>
      </w:r>
      <w:r w:rsidRPr="00E823AC">
        <w:rPr>
          <w:rFonts w:ascii="Times New Roman" w:hAnsi="Times New Roman"/>
          <w:color w:val="000000"/>
          <w:sz w:val="20"/>
          <w:szCs w:val="20"/>
        </w:rPr>
        <w:t>вующих функций, работ, оказание соответствующих услуг, территориальные, климатические факторы и другое).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7. Значения потребительских свойств и иных характеристик (в том числе предельные цены) о</w:t>
      </w:r>
      <w:r w:rsidRPr="00E823AC">
        <w:rPr>
          <w:rFonts w:ascii="Times New Roman" w:hAnsi="Times New Roman"/>
          <w:color w:val="000000"/>
          <w:sz w:val="20"/>
          <w:szCs w:val="20"/>
        </w:rPr>
        <w:t>т</w:t>
      </w:r>
      <w:r w:rsidRPr="00E823AC">
        <w:rPr>
          <w:rFonts w:ascii="Times New Roman" w:hAnsi="Times New Roman"/>
          <w:color w:val="000000"/>
          <w:sz w:val="20"/>
          <w:szCs w:val="20"/>
        </w:rPr>
        <w:t>дельных видов товаров, работ, услуг, включенных в ведомственный перечень, устанавливаются:</w:t>
      </w:r>
    </w:p>
    <w:p w:rsidR="009A2A5A" w:rsidRPr="003D4D14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а) с учетом категорий и (или) групп должностей работников муниципальных органов, если затр</w:t>
      </w:r>
      <w:r w:rsidRPr="00E823AC">
        <w:rPr>
          <w:rFonts w:ascii="Times New Roman" w:hAnsi="Times New Roman"/>
          <w:color w:val="000000"/>
          <w:sz w:val="20"/>
          <w:szCs w:val="20"/>
        </w:rPr>
        <w:t>а</w:t>
      </w:r>
      <w:r w:rsidRPr="00E823AC">
        <w:rPr>
          <w:rFonts w:ascii="Times New Roman" w:hAnsi="Times New Roman"/>
          <w:color w:val="000000"/>
          <w:sz w:val="20"/>
          <w:szCs w:val="20"/>
        </w:rPr>
        <w:t xml:space="preserve">ты на их приобретение в соответствии с требованиями к определению нормативных затрат на обеспечение </w:t>
      </w:r>
      <w:r w:rsidRPr="003D4D14">
        <w:rPr>
          <w:rFonts w:ascii="Times New Roman" w:hAnsi="Times New Roman"/>
          <w:color w:val="000000"/>
          <w:sz w:val="20"/>
          <w:szCs w:val="20"/>
        </w:rPr>
        <w:t>функций муниципальных органов, утвержденными постановлением Администрации Медведского сельского поселения  от ____ г. № ___ «Об утверждении требований к определению нормативных затрат на обеспеч</w:t>
      </w:r>
      <w:r w:rsidRPr="003D4D14">
        <w:rPr>
          <w:rFonts w:ascii="Times New Roman" w:hAnsi="Times New Roman"/>
          <w:color w:val="000000"/>
          <w:sz w:val="20"/>
          <w:szCs w:val="20"/>
        </w:rPr>
        <w:t>е</w:t>
      </w:r>
      <w:r w:rsidRPr="003D4D14">
        <w:rPr>
          <w:rFonts w:ascii="Times New Roman" w:hAnsi="Times New Roman"/>
          <w:color w:val="000000"/>
          <w:sz w:val="20"/>
          <w:szCs w:val="20"/>
        </w:rPr>
        <w:t>ние функций Администрации Медведского сельского поселения» (далее - требования к определению норм</w:t>
      </w:r>
      <w:r w:rsidRPr="003D4D14">
        <w:rPr>
          <w:rFonts w:ascii="Times New Roman" w:hAnsi="Times New Roman"/>
          <w:color w:val="000000"/>
          <w:sz w:val="20"/>
          <w:szCs w:val="20"/>
        </w:rPr>
        <w:t>а</w:t>
      </w:r>
      <w:r w:rsidRPr="003D4D14">
        <w:rPr>
          <w:rFonts w:ascii="Times New Roman" w:hAnsi="Times New Roman"/>
          <w:color w:val="000000"/>
          <w:sz w:val="20"/>
          <w:szCs w:val="20"/>
        </w:rPr>
        <w:t>тивных затрат), определяются с учетом категорий и (или) групп должностей р</w:t>
      </w:r>
      <w:r w:rsidRPr="003D4D14">
        <w:rPr>
          <w:rFonts w:ascii="Times New Roman" w:hAnsi="Times New Roman"/>
          <w:color w:val="000000"/>
          <w:sz w:val="20"/>
          <w:szCs w:val="20"/>
        </w:rPr>
        <w:t>а</w:t>
      </w:r>
      <w:r w:rsidRPr="003D4D14">
        <w:rPr>
          <w:rFonts w:ascii="Times New Roman" w:hAnsi="Times New Roman"/>
          <w:color w:val="000000"/>
          <w:sz w:val="20"/>
          <w:szCs w:val="20"/>
        </w:rPr>
        <w:t>ботников;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3D4D14">
        <w:rPr>
          <w:rFonts w:ascii="Times New Roman" w:hAnsi="Times New Roman"/>
          <w:color w:val="000000"/>
          <w:sz w:val="20"/>
          <w:szCs w:val="20"/>
        </w:rPr>
        <w:t>б) с</w:t>
      </w:r>
      <w:r w:rsidRPr="00E823AC">
        <w:rPr>
          <w:rFonts w:ascii="Times New Roman" w:hAnsi="Times New Roman"/>
          <w:color w:val="000000"/>
          <w:sz w:val="20"/>
          <w:szCs w:val="20"/>
        </w:rPr>
        <w:t xml:space="preserve">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муниципальным орг</w:t>
      </w:r>
      <w:r w:rsidRPr="00E823AC">
        <w:rPr>
          <w:rFonts w:ascii="Times New Roman" w:hAnsi="Times New Roman"/>
          <w:color w:val="000000"/>
          <w:sz w:val="20"/>
          <w:szCs w:val="20"/>
        </w:rPr>
        <w:t>а</w:t>
      </w:r>
      <w:r w:rsidRPr="00E823AC">
        <w:rPr>
          <w:rFonts w:ascii="Times New Roman" w:hAnsi="Times New Roman"/>
          <w:color w:val="000000"/>
          <w:sz w:val="20"/>
          <w:szCs w:val="20"/>
        </w:rPr>
        <w:t>ном.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8.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</w:t>
      </w:r>
      <w:r w:rsidRPr="00E823AC">
        <w:rPr>
          <w:rFonts w:ascii="Times New Roman" w:hAnsi="Times New Roman"/>
          <w:color w:val="000000"/>
          <w:sz w:val="20"/>
          <w:szCs w:val="20"/>
        </w:rPr>
        <w:t>о</w:t>
      </w:r>
      <w:r w:rsidRPr="00E823AC">
        <w:rPr>
          <w:rFonts w:ascii="Times New Roman" w:hAnsi="Times New Roman"/>
          <w:color w:val="000000"/>
          <w:sz w:val="20"/>
          <w:szCs w:val="20"/>
        </w:rPr>
        <w:t>вара, работы, услуги в соответствии с Общероссийским классификатором продукции по видам экономич</w:t>
      </w:r>
      <w:r w:rsidRPr="00E823AC">
        <w:rPr>
          <w:rFonts w:ascii="Times New Roman" w:hAnsi="Times New Roman"/>
          <w:color w:val="000000"/>
          <w:sz w:val="20"/>
          <w:szCs w:val="20"/>
        </w:rPr>
        <w:t>е</w:t>
      </w:r>
      <w:r w:rsidRPr="00E823AC">
        <w:rPr>
          <w:rFonts w:ascii="Times New Roman" w:hAnsi="Times New Roman"/>
          <w:color w:val="000000"/>
          <w:sz w:val="20"/>
          <w:szCs w:val="20"/>
        </w:rPr>
        <w:t>ской деятельности.</w:t>
      </w:r>
    </w:p>
    <w:p w:rsidR="009A2A5A" w:rsidRPr="00E823AC" w:rsidRDefault="009A2A5A" w:rsidP="009C59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t>9. Предельные цены товаров, работ, услуг устанавливаются муниципальными органами в случае, если требованиями к определению нормативных затрат установлены нормативы цены на соответствующие товары, работы, услуги.</w:t>
      </w:r>
    </w:p>
    <w:p w:rsidR="009A2A5A" w:rsidRPr="00E823AC" w:rsidRDefault="009A2A5A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9A2A5A" w:rsidRPr="00E823AC" w:rsidRDefault="009A2A5A">
      <w:pPr>
        <w:rPr>
          <w:rFonts w:ascii="Times New Roman" w:hAnsi="Times New Roman"/>
          <w:color w:val="000000"/>
          <w:sz w:val="20"/>
          <w:szCs w:val="20"/>
        </w:rPr>
        <w:sectPr w:rsidR="009A2A5A" w:rsidRPr="00E823AC" w:rsidSect="005964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2A5A" w:rsidRPr="00E823AC" w:rsidRDefault="009A2A5A" w:rsidP="00F83E3F">
      <w:pPr>
        <w:autoSpaceDE w:val="0"/>
        <w:autoSpaceDN w:val="0"/>
        <w:spacing w:after="0" w:line="240" w:lineRule="auto"/>
        <w:ind w:left="10745"/>
        <w:rPr>
          <w:rFonts w:ascii="Times New Roman" w:hAnsi="Times New Roman"/>
          <w:sz w:val="20"/>
          <w:szCs w:val="20"/>
          <w:lang w:eastAsia="ru-RU"/>
        </w:rPr>
      </w:pPr>
      <w:r w:rsidRPr="00E823AC">
        <w:rPr>
          <w:rFonts w:ascii="Times New Roman" w:hAnsi="Times New Roman"/>
          <w:sz w:val="20"/>
          <w:szCs w:val="20"/>
          <w:lang w:eastAsia="ru-RU"/>
        </w:rPr>
        <w:t>Приложение № 1</w:t>
      </w:r>
    </w:p>
    <w:p w:rsidR="009A2A5A" w:rsidRPr="00E823AC" w:rsidRDefault="009A2A5A" w:rsidP="00F83E3F">
      <w:pPr>
        <w:autoSpaceDE w:val="0"/>
        <w:autoSpaceDN w:val="0"/>
        <w:spacing w:after="240" w:line="240" w:lineRule="auto"/>
        <w:ind w:left="10745"/>
        <w:rPr>
          <w:rFonts w:ascii="Times New Roman" w:hAnsi="Times New Roman"/>
          <w:sz w:val="20"/>
          <w:szCs w:val="20"/>
          <w:lang w:eastAsia="ru-RU"/>
        </w:rPr>
      </w:pPr>
      <w:r w:rsidRPr="00E823AC">
        <w:rPr>
          <w:rFonts w:ascii="Times New Roman" w:hAnsi="Times New Roman"/>
          <w:sz w:val="20"/>
          <w:szCs w:val="20"/>
          <w:lang w:eastAsia="ru-RU"/>
        </w:rPr>
        <w:t>к Правилам определения требований к закупаемым А</w:t>
      </w:r>
      <w:r w:rsidRPr="00E823AC">
        <w:rPr>
          <w:rFonts w:ascii="Times New Roman" w:hAnsi="Times New Roman"/>
          <w:sz w:val="20"/>
          <w:szCs w:val="20"/>
          <w:lang w:eastAsia="ru-RU"/>
        </w:rPr>
        <w:t>д</w:t>
      </w:r>
      <w:r w:rsidRPr="00E823AC">
        <w:rPr>
          <w:rFonts w:ascii="Times New Roman" w:hAnsi="Times New Roman"/>
          <w:sz w:val="20"/>
          <w:szCs w:val="20"/>
          <w:lang w:eastAsia="ru-RU"/>
        </w:rPr>
        <w:t>министрацией Медведского сельского поселения отдел</w:t>
      </w:r>
      <w:r w:rsidRPr="00E823AC">
        <w:rPr>
          <w:rFonts w:ascii="Times New Roman" w:hAnsi="Times New Roman"/>
          <w:sz w:val="20"/>
          <w:szCs w:val="20"/>
          <w:lang w:eastAsia="ru-RU"/>
        </w:rPr>
        <w:t>ь</w:t>
      </w:r>
      <w:r w:rsidRPr="00E823AC">
        <w:rPr>
          <w:rFonts w:ascii="Times New Roman" w:hAnsi="Times New Roman"/>
          <w:sz w:val="20"/>
          <w:szCs w:val="20"/>
          <w:lang w:eastAsia="ru-RU"/>
        </w:rPr>
        <w:t>ным видам товаров, работ, услуг (в том числе предел</w:t>
      </w:r>
      <w:r w:rsidRPr="00E823AC">
        <w:rPr>
          <w:rFonts w:ascii="Times New Roman" w:hAnsi="Times New Roman"/>
          <w:sz w:val="20"/>
          <w:szCs w:val="20"/>
          <w:lang w:eastAsia="ru-RU"/>
        </w:rPr>
        <w:t>ь</w:t>
      </w:r>
      <w:r w:rsidRPr="00E823AC">
        <w:rPr>
          <w:rFonts w:ascii="Times New Roman" w:hAnsi="Times New Roman"/>
          <w:sz w:val="20"/>
          <w:szCs w:val="20"/>
          <w:lang w:eastAsia="ru-RU"/>
        </w:rPr>
        <w:t>ных цен товаров, работ, услуг)</w:t>
      </w:r>
    </w:p>
    <w:p w:rsidR="009A2A5A" w:rsidRPr="00E823AC" w:rsidRDefault="009A2A5A" w:rsidP="00F83E3F">
      <w:pPr>
        <w:autoSpaceDE w:val="0"/>
        <w:autoSpaceDN w:val="0"/>
        <w:spacing w:after="240" w:line="240" w:lineRule="auto"/>
        <w:jc w:val="right"/>
        <w:rPr>
          <w:rFonts w:ascii="Times New Roman" w:hAnsi="Times New Roman"/>
          <w:bCs/>
          <w:sz w:val="20"/>
          <w:szCs w:val="20"/>
          <w:lang w:eastAsia="ru-RU"/>
        </w:rPr>
      </w:pPr>
      <w:r w:rsidRPr="00E823AC">
        <w:rPr>
          <w:rFonts w:ascii="Times New Roman" w:hAnsi="Times New Roman"/>
          <w:bCs/>
          <w:sz w:val="20"/>
          <w:szCs w:val="20"/>
          <w:lang w:eastAsia="ru-RU"/>
        </w:rPr>
        <w:t>(форма)</w:t>
      </w:r>
    </w:p>
    <w:p w:rsidR="009A2A5A" w:rsidRPr="00E823AC" w:rsidRDefault="009A2A5A" w:rsidP="00F83E3F">
      <w:pPr>
        <w:autoSpaceDE w:val="0"/>
        <w:autoSpaceDN w:val="0"/>
        <w:spacing w:after="60" w:line="240" w:lineRule="auto"/>
        <w:jc w:val="center"/>
        <w:rPr>
          <w:rFonts w:ascii="Times New Roman" w:hAnsi="Times New Roman"/>
          <w:bCs/>
          <w:sz w:val="20"/>
          <w:szCs w:val="20"/>
          <w:lang w:eastAsia="ru-RU"/>
        </w:rPr>
      </w:pPr>
      <w:r w:rsidRPr="00E823AC">
        <w:rPr>
          <w:rFonts w:ascii="Times New Roman" w:hAnsi="Times New Roman"/>
          <w:bCs/>
          <w:sz w:val="20"/>
          <w:szCs w:val="20"/>
          <w:lang w:eastAsia="ru-RU"/>
        </w:rPr>
        <w:t>Перечень</w:t>
      </w:r>
    </w:p>
    <w:p w:rsidR="009A2A5A" w:rsidRPr="00E823AC" w:rsidRDefault="009A2A5A" w:rsidP="00F83E3F">
      <w:pPr>
        <w:autoSpaceDE w:val="0"/>
        <w:autoSpaceDN w:val="0"/>
        <w:spacing w:after="200" w:line="240" w:lineRule="auto"/>
        <w:jc w:val="center"/>
        <w:rPr>
          <w:rFonts w:ascii="Times New Roman" w:hAnsi="Times New Roman"/>
          <w:bCs/>
          <w:sz w:val="20"/>
          <w:szCs w:val="20"/>
          <w:lang w:eastAsia="ru-RU"/>
        </w:rPr>
      </w:pPr>
      <w:r w:rsidRPr="00E823AC">
        <w:rPr>
          <w:rFonts w:ascii="Times New Roman" w:hAnsi="Times New Roman"/>
          <w:bCs/>
          <w:sz w:val="20"/>
          <w:szCs w:val="20"/>
          <w:lang w:eastAsia="ru-RU"/>
        </w:rPr>
        <w:t>отдельных видов товаров, работ, услуг, их потребительские свойства (в том числе качество) и иные характеристики</w:t>
      </w:r>
      <w:r w:rsidRPr="00E823AC">
        <w:rPr>
          <w:rFonts w:ascii="Times New Roman" w:hAnsi="Times New Roman"/>
          <w:bCs/>
          <w:sz w:val="20"/>
          <w:szCs w:val="20"/>
          <w:lang w:eastAsia="ru-RU"/>
        </w:rPr>
        <w:br/>
        <w:t>(в том числе предельные цены товаров, работ, услуг) к ним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2"/>
        <w:gridCol w:w="822"/>
        <w:gridCol w:w="1645"/>
        <w:gridCol w:w="1021"/>
        <w:gridCol w:w="1389"/>
        <w:gridCol w:w="1843"/>
        <w:gridCol w:w="1758"/>
        <w:gridCol w:w="1644"/>
        <w:gridCol w:w="1474"/>
        <w:gridCol w:w="2125"/>
        <w:gridCol w:w="1561"/>
      </w:tblGrid>
      <w:tr w:rsidR="009A2A5A" w:rsidRPr="00E823AC" w:rsidTr="00D522BD">
        <w:trPr>
          <w:cantSplit/>
          <w:tblHeader/>
        </w:trPr>
        <w:tc>
          <w:tcPr>
            <w:tcW w:w="482" w:type="dxa"/>
            <w:vMerge w:val="restart"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22" w:type="dxa"/>
            <w:vMerge w:val="restart"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Код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 ОКПД</w:t>
            </w:r>
          </w:p>
        </w:tc>
        <w:tc>
          <w:tcPr>
            <w:tcW w:w="1645" w:type="dxa"/>
            <w:vMerge w:val="restart"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2410" w:type="dxa"/>
            <w:gridSpan w:val="2"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600" w:type="dxa"/>
            <w:gridSpan w:val="2"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Требования к потребительским свойс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т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вам (в том числе качеству) и иным х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а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рактеристикам, утвержденные Адм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и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нистрацией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Медведского сельского п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селения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в основном п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речне</w:t>
            </w:r>
          </w:p>
        </w:tc>
        <w:tc>
          <w:tcPr>
            <w:tcW w:w="6804" w:type="dxa"/>
            <w:gridSpan w:val="4"/>
            <w:vAlign w:val="center"/>
          </w:tcPr>
          <w:p w:rsidR="009A2A5A" w:rsidRPr="00E823AC" w:rsidRDefault="009A2A5A" w:rsidP="00C75C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Требования к потребительским свойствам (в том числе качеству) и иным характеристикам, утвержденные Администрацией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Медведского сельского поселения</w:t>
            </w:r>
          </w:p>
        </w:tc>
      </w:tr>
      <w:tr w:rsidR="009A2A5A" w:rsidRPr="00E823AC" w:rsidTr="00D522BD">
        <w:trPr>
          <w:cantSplit/>
          <w:tblHeader/>
        </w:trPr>
        <w:tc>
          <w:tcPr>
            <w:tcW w:w="482" w:type="dxa"/>
            <w:vMerge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vMerge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vMerge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1389" w:type="dxa"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9A2A5A" w:rsidRPr="00E823AC" w:rsidRDefault="009A2A5A" w:rsidP="003E21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наименование х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а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рактеристики</w:t>
            </w:r>
          </w:p>
        </w:tc>
        <w:tc>
          <w:tcPr>
            <w:tcW w:w="1758" w:type="dxa"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значение характ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ристики</w:t>
            </w:r>
          </w:p>
        </w:tc>
        <w:tc>
          <w:tcPr>
            <w:tcW w:w="1644" w:type="dxa"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1474" w:type="dxa"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значение х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а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рактеристики</w:t>
            </w:r>
          </w:p>
        </w:tc>
        <w:tc>
          <w:tcPr>
            <w:tcW w:w="2125" w:type="dxa"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обоснование отклон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ния значения характ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ристики от утве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жденной Администр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а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цией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Медведского сел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ского поселения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в о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с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новном п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речне</w:t>
            </w:r>
          </w:p>
        </w:tc>
        <w:tc>
          <w:tcPr>
            <w:tcW w:w="1560" w:type="dxa"/>
            <w:vAlign w:val="center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функциональное назначение 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footnoteReference w:customMarkFollows="1" w:id="1"/>
              <w:t>*</w:t>
            </w:r>
          </w:p>
        </w:tc>
      </w:tr>
      <w:tr w:rsidR="009A2A5A" w:rsidRPr="00E823AC" w:rsidTr="00D522BD">
        <w:trPr>
          <w:cantSplit/>
        </w:trPr>
        <w:tc>
          <w:tcPr>
            <w:tcW w:w="15763" w:type="dxa"/>
            <w:gridSpan w:val="11"/>
            <w:vAlign w:val="center"/>
          </w:tcPr>
          <w:p w:rsidR="009A2A5A" w:rsidRPr="00E823AC" w:rsidRDefault="009A2A5A" w:rsidP="003E21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закупаемым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Администрацией Медведского сельского поселения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отдельным видам товаров, работ, услуг (в том числе предельных цен товаров, работ, услуг), утвержденным пост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а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новлением Администрации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Медведского сельского поселения </w:t>
            </w: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от __________г. № __</w:t>
            </w:r>
          </w:p>
        </w:tc>
      </w:tr>
      <w:tr w:rsidR="009A2A5A" w:rsidRPr="00E823AC" w:rsidTr="00D522BD">
        <w:tc>
          <w:tcPr>
            <w:tcW w:w="482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D522BD">
        <w:tc>
          <w:tcPr>
            <w:tcW w:w="482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D522BD">
        <w:trPr>
          <w:cantSplit/>
        </w:trPr>
        <w:tc>
          <w:tcPr>
            <w:tcW w:w="15763" w:type="dxa"/>
            <w:gridSpan w:val="11"/>
            <w:vAlign w:val="center"/>
          </w:tcPr>
          <w:p w:rsidR="009A2A5A" w:rsidRPr="00E823AC" w:rsidRDefault="009A2A5A" w:rsidP="00C75C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Дополнительный перечень отдельных видов товаров, работ, услуг, определенный Администрацией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Медведского сельского поселения</w:t>
            </w:r>
          </w:p>
        </w:tc>
      </w:tr>
      <w:tr w:rsidR="009A2A5A" w:rsidRPr="00E823AC" w:rsidTr="00D522BD">
        <w:tc>
          <w:tcPr>
            <w:tcW w:w="482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58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44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2A5A" w:rsidRPr="00E823AC" w:rsidTr="00D522BD">
        <w:tc>
          <w:tcPr>
            <w:tcW w:w="482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58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44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2A5A" w:rsidRPr="00E823AC" w:rsidTr="00D522BD">
        <w:tc>
          <w:tcPr>
            <w:tcW w:w="482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58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44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</w:tcPr>
          <w:p w:rsidR="009A2A5A" w:rsidRPr="00E823AC" w:rsidRDefault="009A2A5A" w:rsidP="00C12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9A2A5A" w:rsidRPr="00E823AC" w:rsidRDefault="009A2A5A" w:rsidP="00F83E3F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A2A5A" w:rsidRPr="00E823AC" w:rsidRDefault="009A2A5A">
      <w:pPr>
        <w:rPr>
          <w:rFonts w:ascii="Times New Roman" w:hAnsi="Times New Roman"/>
          <w:color w:val="000000"/>
          <w:sz w:val="20"/>
          <w:szCs w:val="20"/>
        </w:rPr>
      </w:pPr>
      <w:r w:rsidRPr="00E823AC">
        <w:rPr>
          <w:rFonts w:ascii="Times New Roman" w:hAnsi="Times New Roman"/>
          <w:color w:val="000000"/>
          <w:sz w:val="20"/>
          <w:szCs w:val="20"/>
        </w:rPr>
        <w:br w:type="page"/>
      </w:r>
    </w:p>
    <w:p w:rsidR="009A2A5A" w:rsidRPr="00E823AC" w:rsidRDefault="009A2A5A" w:rsidP="00724E69">
      <w:pPr>
        <w:autoSpaceDE w:val="0"/>
        <w:autoSpaceDN w:val="0"/>
        <w:spacing w:after="0" w:line="240" w:lineRule="auto"/>
        <w:ind w:left="10745"/>
        <w:rPr>
          <w:rFonts w:ascii="Times New Roman" w:hAnsi="Times New Roman"/>
          <w:sz w:val="20"/>
          <w:szCs w:val="20"/>
          <w:lang w:eastAsia="ru-RU"/>
        </w:rPr>
      </w:pPr>
      <w:r w:rsidRPr="00E823AC">
        <w:rPr>
          <w:rFonts w:ascii="Times New Roman" w:hAnsi="Times New Roman"/>
          <w:sz w:val="20"/>
          <w:szCs w:val="20"/>
          <w:lang w:eastAsia="ru-RU"/>
        </w:rPr>
        <w:t>Приложение № 2</w:t>
      </w:r>
    </w:p>
    <w:p w:rsidR="009A2A5A" w:rsidRPr="00E823AC" w:rsidRDefault="009A2A5A" w:rsidP="00724E69">
      <w:pPr>
        <w:autoSpaceDE w:val="0"/>
        <w:autoSpaceDN w:val="0"/>
        <w:spacing w:after="240" w:line="240" w:lineRule="auto"/>
        <w:ind w:left="10745"/>
        <w:rPr>
          <w:rFonts w:ascii="Times New Roman" w:hAnsi="Times New Roman"/>
          <w:sz w:val="20"/>
          <w:szCs w:val="20"/>
          <w:lang w:eastAsia="ru-RU"/>
        </w:rPr>
      </w:pPr>
      <w:r w:rsidRPr="00E823AC">
        <w:rPr>
          <w:rFonts w:ascii="Times New Roman" w:hAnsi="Times New Roman"/>
          <w:sz w:val="20"/>
          <w:szCs w:val="20"/>
          <w:lang w:eastAsia="ru-RU"/>
        </w:rPr>
        <w:t xml:space="preserve">к Правилам определения требований к закупаемым </w:t>
      </w:r>
      <w:r>
        <w:rPr>
          <w:rFonts w:ascii="Times New Roman" w:hAnsi="Times New Roman"/>
          <w:sz w:val="20"/>
          <w:szCs w:val="20"/>
          <w:lang w:eastAsia="ru-RU"/>
        </w:rPr>
        <w:t>А</w:t>
      </w:r>
      <w:r>
        <w:rPr>
          <w:rFonts w:ascii="Times New Roman" w:hAnsi="Times New Roman"/>
          <w:sz w:val="20"/>
          <w:szCs w:val="20"/>
          <w:lang w:eastAsia="ru-RU"/>
        </w:rPr>
        <w:t>д</w:t>
      </w:r>
      <w:r>
        <w:rPr>
          <w:rFonts w:ascii="Times New Roman" w:hAnsi="Times New Roman"/>
          <w:sz w:val="20"/>
          <w:szCs w:val="20"/>
          <w:lang w:eastAsia="ru-RU"/>
        </w:rPr>
        <w:t>министрацией Медведского сельского поселения</w:t>
      </w:r>
      <w:r w:rsidRPr="00E823AC">
        <w:rPr>
          <w:rFonts w:ascii="Times New Roman" w:hAnsi="Times New Roman"/>
          <w:sz w:val="20"/>
          <w:szCs w:val="20"/>
          <w:lang w:eastAsia="ru-RU"/>
        </w:rPr>
        <w:t xml:space="preserve"> отдел</w:t>
      </w:r>
      <w:r w:rsidRPr="00E823AC">
        <w:rPr>
          <w:rFonts w:ascii="Times New Roman" w:hAnsi="Times New Roman"/>
          <w:sz w:val="20"/>
          <w:szCs w:val="20"/>
          <w:lang w:eastAsia="ru-RU"/>
        </w:rPr>
        <w:t>ь</w:t>
      </w:r>
      <w:r w:rsidRPr="00E823AC">
        <w:rPr>
          <w:rFonts w:ascii="Times New Roman" w:hAnsi="Times New Roman"/>
          <w:sz w:val="20"/>
          <w:szCs w:val="20"/>
          <w:lang w:eastAsia="ru-RU"/>
        </w:rPr>
        <w:t>ным видам товаров, работ, услуг (в том числе предел</w:t>
      </w:r>
      <w:r w:rsidRPr="00E823AC">
        <w:rPr>
          <w:rFonts w:ascii="Times New Roman" w:hAnsi="Times New Roman"/>
          <w:sz w:val="20"/>
          <w:szCs w:val="20"/>
          <w:lang w:eastAsia="ru-RU"/>
        </w:rPr>
        <w:t>ь</w:t>
      </w:r>
      <w:r w:rsidRPr="00E823AC">
        <w:rPr>
          <w:rFonts w:ascii="Times New Roman" w:hAnsi="Times New Roman"/>
          <w:sz w:val="20"/>
          <w:szCs w:val="20"/>
          <w:lang w:eastAsia="ru-RU"/>
        </w:rPr>
        <w:t>ных цен тов</w:t>
      </w:r>
      <w:r w:rsidRPr="00E823AC">
        <w:rPr>
          <w:rFonts w:ascii="Times New Roman" w:hAnsi="Times New Roman"/>
          <w:sz w:val="20"/>
          <w:szCs w:val="20"/>
          <w:lang w:eastAsia="ru-RU"/>
        </w:rPr>
        <w:t>а</w:t>
      </w:r>
      <w:r w:rsidRPr="00E823AC">
        <w:rPr>
          <w:rFonts w:ascii="Times New Roman" w:hAnsi="Times New Roman"/>
          <w:sz w:val="20"/>
          <w:szCs w:val="20"/>
          <w:lang w:eastAsia="ru-RU"/>
        </w:rPr>
        <w:t>ров, работ, услуг)</w:t>
      </w:r>
    </w:p>
    <w:p w:rsidR="009A2A5A" w:rsidRPr="00E823AC" w:rsidRDefault="009A2A5A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</w:p>
    <w:p w:rsidR="009A2A5A" w:rsidRPr="00E823AC" w:rsidRDefault="009A2A5A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 w:rsidRPr="00E823AC">
        <w:rPr>
          <w:rFonts w:ascii="Times New Roman" w:hAnsi="Times New Roman"/>
          <w:sz w:val="20"/>
          <w:szCs w:val="20"/>
        </w:rPr>
        <w:t>Обязательный перечень</w:t>
      </w:r>
    </w:p>
    <w:p w:rsidR="009A2A5A" w:rsidRPr="00E823AC" w:rsidRDefault="009A2A5A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 w:rsidRPr="00E823AC">
        <w:rPr>
          <w:rFonts w:ascii="Times New Roman" w:hAnsi="Times New Roman"/>
          <w:sz w:val="20"/>
          <w:szCs w:val="20"/>
        </w:rPr>
        <w:t>отдельных видов товаров, работ, услуг, в отношении которых</w:t>
      </w:r>
    </w:p>
    <w:p w:rsidR="009A2A5A" w:rsidRPr="00E823AC" w:rsidRDefault="009A2A5A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 w:rsidRPr="00E823AC">
        <w:rPr>
          <w:rFonts w:ascii="Times New Roman" w:hAnsi="Times New Roman"/>
          <w:sz w:val="20"/>
          <w:szCs w:val="20"/>
        </w:rPr>
        <w:t>определяются требования к потребительским свойствам</w:t>
      </w:r>
    </w:p>
    <w:p w:rsidR="009A2A5A" w:rsidRPr="00E823AC" w:rsidRDefault="009A2A5A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 w:rsidRPr="00E823AC">
        <w:rPr>
          <w:rFonts w:ascii="Times New Roman" w:hAnsi="Times New Roman"/>
          <w:sz w:val="20"/>
          <w:szCs w:val="20"/>
        </w:rPr>
        <w:t>(в том числе качеству) и иным характеристикам</w:t>
      </w:r>
    </w:p>
    <w:p w:rsidR="009A2A5A" w:rsidRPr="00E823AC" w:rsidRDefault="009A2A5A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 w:rsidRPr="00E823AC">
        <w:rPr>
          <w:rFonts w:ascii="Times New Roman" w:hAnsi="Times New Roman"/>
          <w:sz w:val="20"/>
          <w:szCs w:val="20"/>
        </w:rPr>
        <w:t>(в том числе предельные цены товаров, работ, услуг)</w:t>
      </w:r>
    </w:p>
    <w:p w:rsidR="009A2A5A" w:rsidRPr="00E823AC" w:rsidRDefault="009A2A5A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8"/>
        <w:gridCol w:w="854"/>
        <w:gridCol w:w="3277"/>
        <w:gridCol w:w="4684"/>
        <w:gridCol w:w="705"/>
        <w:gridCol w:w="1346"/>
        <w:gridCol w:w="2398"/>
        <w:gridCol w:w="2158"/>
      </w:tblGrid>
      <w:tr w:rsidR="009A2A5A" w:rsidRPr="00E823AC" w:rsidTr="003F10CA"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по ОКПД</w:t>
            </w:r>
          </w:p>
        </w:tc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0" w:type="auto"/>
            <w:gridSpan w:val="5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потребительским свойствам (в том числе качеству) и иным характеристикам (в том числе предельные цены) 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дельных видов товаров, работ, услуг</w:t>
            </w:r>
          </w:p>
        </w:tc>
      </w:tr>
      <w:tr w:rsidR="009A2A5A" w:rsidRPr="00E823AC" w:rsidTr="003F10CA"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9A2A5A" w:rsidRPr="00E823AC" w:rsidRDefault="009A2A5A" w:rsidP="004B7C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0" w:type="auto"/>
            <w:gridSpan w:val="2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gridSpan w:val="2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характеристики</w:t>
            </w:r>
          </w:p>
        </w:tc>
      </w:tr>
      <w:tr w:rsidR="009A2A5A" w:rsidRPr="00E823AC" w:rsidTr="003F10CA">
        <w:trPr>
          <w:trHeight w:val="464"/>
        </w:trPr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2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3F10CA"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A2A5A" w:rsidRPr="00E823AC" w:rsidRDefault="009A2A5A" w:rsidP="004B7C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Муниципальные служ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щие, относящиеся к кат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гории «руководители», </w:t>
            </w:r>
          </w:p>
        </w:tc>
        <w:tc>
          <w:tcPr>
            <w:tcW w:w="0" w:type="auto"/>
          </w:tcPr>
          <w:p w:rsidR="009A2A5A" w:rsidRPr="00E823AC" w:rsidRDefault="009A2A5A" w:rsidP="004B7C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Работники муниц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пальных органов,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 являющиеся их рук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водителями</w:t>
            </w:r>
          </w:p>
        </w:tc>
      </w:tr>
      <w:tr w:rsidR="009A2A5A" w:rsidRPr="00E823AC" w:rsidTr="003F10CA">
        <w:trPr>
          <w:trHeight w:val="1268"/>
        </w:trPr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30.02.12</w:t>
            </w:r>
          </w:p>
        </w:tc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Машины вычислительные эле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тронные цифровые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E823AC">
                <w:rPr>
                  <w:rFonts w:ascii="Times New Roman" w:hAnsi="Times New Roman"/>
                  <w:sz w:val="20"/>
                  <w:szCs w:val="20"/>
                  <w:lang w:eastAsia="ru-RU"/>
                </w:rPr>
                <w:t>10 кг</w:t>
              </w:r>
            </w:smartTag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автомат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ческой обработки данных («лэпт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пы», «ноутбуки», «сабноутбуки»). </w:t>
            </w:r>
          </w:p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Пояснения по требуемой проду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ции: ноутбуки, планшетные комп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ютеры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размер и тип экрана, вес, тип процессора, частота процессора, размер оперативной памяти, объем н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копителя, тип жесткого диска, оптический привод, наличие модулей Wi-Fi, Bluetooth, поддержки 3G (UMTS), тип видеоадаптера, время работы, операц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онная система, предустановленное программное обеспечение.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3F10CA">
        <w:trPr>
          <w:trHeight w:val="187"/>
        </w:trPr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3F10CA"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30.02.15</w:t>
            </w:r>
          </w:p>
        </w:tc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Машины вычислительные эле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тронные цифровые прочие, соде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жащие или не содержащие в одном корпусе одно или два из следующих устройств для автоматической обр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ботки данных: запоминающие ус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ройства, устройства ввода, устро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ства вывода.</w:t>
            </w:r>
          </w:p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Пояснения по требуемой проду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ции:</w:t>
            </w:r>
          </w:p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компьютеры персональные н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стольные, рабочие станции вывода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тип (моноблок/системный блок и монитор), размер экрана/монитора, тип процессора, частота процесс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ра, размер оперативной памяти, объем накопителя, тип жесткого диска, оптический привод, тип виде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адаптера, операционная система, предустановленное программное обеспечение, 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3F10CA"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3F10CA"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30.02.16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Устройства ввода/вывода данных, содержащие или не содержащие в одном корпусе запоминающие ус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ройства.</w:t>
            </w:r>
          </w:p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Пояснения по требуемой проду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ции: принтеры, сканеры, мног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функциональные устройства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метод печати (струйный/лазерный - для принт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ра/многофункционального устройства), разрешение сканирования (для сканера/многофункционального устройства), цветность (цветной/черно-белый), ма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3F10CA"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32.20.11</w:t>
            </w:r>
          </w:p>
        </w:tc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Аппаратура передающая для ради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связи, радиовещания и телевидения.</w:t>
            </w:r>
          </w:p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Пояснения по требуемой проду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ции: телефоны мобильные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тип устройства (телефон/смартфон), поддержива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мые стандарты, операционная система, время раб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ты, метод управления (сенсорный/кнопочный), к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личество SIM-карт, наличие модулей и интерфейсов (Wi-Fi, Bluetooth, USB, GPS), стоимость годового владения оборудованием (включая договоры техн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ческой поддержки, обслуживания, сервисные дог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воры) из расчета на одного абонента (одну единицу трафика) в течение всего срока службы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3F10CA"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не более 5 тыс.</w:t>
            </w:r>
          </w:p>
        </w:tc>
      </w:tr>
      <w:tr w:rsidR="009A2A5A" w:rsidRPr="00E823AC" w:rsidTr="003F10CA">
        <w:trPr>
          <w:trHeight w:val="316"/>
        </w:trPr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34.10.22</w:t>
            </w:r>
          </w:p>
        </w:tc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Автомобили легковые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мощность двигателя 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лошадиная сила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3F10CA">
        <w:trPr>
          <w:trHeight w:val="630"/>
        </w:trPr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3F10CA">
        <w:trPr>
          <w:trHeight w:val="718"/>
        </w:trPr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не более 1,5 млн.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3F10CA"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34.10.30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автотранспортные для п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ревозки 10 человек и более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 двигателя, комплектация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3F10CA"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34.10.41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автотранспортные груз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вые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 двигателя, комплектация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3F10CA"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36.11.11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Мебель для сидения с металлич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ским каркасом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(металл), обивочные материалы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предельное значение - кожа натуральная;</w:t>
            </w:r>
          </w:p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возможные значения: и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кусственная кожа, м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бельный (искусственный) мех, искусственная замша (микрофибра), ткань, н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тканые материалы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предельное значение - искусственная кожа;</w:t>
            </w:r>
          </w:p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возможные значения: мебельный (искусс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венный) мех, искусс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венная замша (микр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фибра), ткань, нетк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ные материалы</w:t>
            </w:r>
          </w:p>
        </w:tc>
      </w:tr>
      <w:tr w:rsidR="009A2A5A" w:rsidRPr="00E823AC" w:rsidTr="003F10CA"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36.11.12</w:t>
            </w:r>
          </w:p>
        </w:tc>
        <w:tc>
          <w:tcPr>
            <w:tcW w:w="0" w:type="auto"/>
            <w:vMerge w:val="restart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Мебель для сидения с деревянным каркасом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(вид древесины)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предельное значение - массив древесины «це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ных» пород (твердолис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венных и тропических);</w:t>
            </w:r>
          </w:p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возможные значения: древесина хвойных и мя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колиственных пород:</w:t>
            </w:r>
          </w:p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береза, лиственница, с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сна, ель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возможное значение - древесина хвойных и мягколиственных п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род: береза, листве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ница, сосна, ель</w:t>
            </w:r>
          </w:p>
        </w:tc>
      </w:tr>
      <w:tr w:rsidR="009A2A5A" w:rsidRPr="00E823AC" w:rsidTr="003F10CA"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предельное значение - кожа натуральная;</w:t>
            </w:r>
          </w:p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возможные значения: и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кусственная кожа; м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бельный (искусственный) мех, искусственная замша (микрофибра), ткань, н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тканые материалы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предельное значение - искусственная кожа;</w:t>
            </w:r>
          </w:p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возможные значения; мебельный (искусс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венный) мех, искусс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венная замша (микр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фибра), ткань, нетк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ные материалы</w:t>
            </w:r>
          </w:p>
        </w:tc>
      </w:tr>
      <w:tr w:rsidR="009A2A5A" w:rsidRPr="00E823AC" w:rsidTr="003F10CA"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36.12.11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(металл)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2A5A" w:rsidRPr="00E823AC" w:rsidTr="003F10CA"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36.12.12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Мебель деревянная для офисов, а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министративных помещений, уче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ных заведений, учреждений культ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ры и т.п.</w:t>
            </w:r>
          </w:p>
        </w:tc>
        <w:tc>
          <w:tcPr>
            <w:tcW w:w="0" w:type="auto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(вид древесины)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предельное значение - массив древесины «це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ных» пород (твердо-лиственных и тропич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ских);</w:t>
            </w:r>
          </w:p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возможные значения: древесина хвойных и мя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колиственных пород</w:t>
            </w:r>
          </w:p>
        </w:tc>
        <w:tc>
          <w:tcPr>
            <w:tcW w:w="0" w:type="auto"/>
            <w:vAlign w:val="center"/>
          </w:tcPr>
          <w:p w:rsidR="009A2A5A" w:rsidRPr="00E823AC" w:rsidRDefault="009A2A5A" w:rsidP="00324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возможные значения - древесина хвойных и мягколиственных п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3AC">
              <w:rPr>
                <w:rFonts w:ascii="Times New Roman" w:hAnsi="Times New Roman"/>
                <w:sz w:val="20"/>
                <w:szCs w:val="20"/>
                <w:lang w:eastAsia="ru-RU"/>
              </w:rPr>
              <w:t>род</w:t>
            </w:r>
          </w:p>
        </w:tc>
      </w:tr>
    </w:tbl>
    <w:p w:rsidR="009A2A5A" w:rsidRPr="00E823AC" w:rsidRDefault="009A2A5A" w:rsidP="00A7467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</w:p>
    <w:p w:rsidR="009A2A5A" w:rsidRPr="00E823AC" w:rsidRDefault="009A2A5A">
      <w:pPr>
        <w:rPr>
          <w:rFonts w:ascii="Times New Roman" w:hAnsi="Times New Roman"/>
          <w:color w:val="000000"/>
          <w:sz w:val="20"/>
          <w:szCs w:val="20"/>
        </w:rPr>
      </w:pPr>
    </w:p>
    <w:sectPr w:rsidR="009A2A5A" w:rsidRPr="00E823AC" w:rsidSect="002E0F8A">
      <w:headerReference w:type="default" r:id="rId6"/>
      <w:pgSz w:w="16840" w:h="11907" w:orient="landscape" w:code="9"/>
      <w:pgMar w:top="709" w:right="567" w:bottom="567" w:left="567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A5A" w:rsidRDefault="009A2A5A" w:rsidP="00F83E3F">
      <w:pPr>
        <w:spacing w:after="0" w:line="240" w:lineRule="auto"/>
      </w:pPr>
      <w:r>
        <w:separator/>
      </w:r>
    </w:p>
  </w:endnote>
  <w:endnote w:type="continuationSeparator" w:id="0">
    <w:p w:rsidR="009A2A5A" w:rsidRDefault="009A2A5A" w:rsidP="00F8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A5A" w:rsidRDefault="009A2A5A" w:rsidP="00F83E3F">
      <w:pPr>
        <w:spacing w:after="0" w:line="240" w:lineRule="auto"/>
      </w:pPr>
      <w:r>
        <w:separator/>
      </w:r>
    </w:p>
  </w:footnote>
  <w:footnote w:type="continuationSeparator" w:id="0">
    <w:p w:rsidR="009A2A5A" w:rsidRDefault="009A2A5A" w:rsidP="00F83E3F">
      <w:pPr>
        <w:spacing w:after="0" w:line="240" w:lineRule="auto"/>
      </w:pPr>
      <w:r>
        <w:continuationSeparator/>
      </w:r>
    </w:p>
  </w:footnote>
  <w:footnote w:id="1">
    <w:p w:rsidR="009A2A5A" w:rsidRDefault="009A2A5A" w:rsidP="00C121A2">
      <w:pPr>
        <w:pStyle w:val="FootnoteText"/>
        <w:ind w:firstLine="567"/>
        <w:jc w:val="both"/>
      </w:pPr>
      <w:r>
        <w:rPr>
          <w:rStyle w:val="FootnoteReference"/>
        </w:rPr>
        <w:t>*</w:t>
      </w:r>
      <w:r>
        <w:t> 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5A" w:rsidRPr="00F83E3F" w:rsidRDefault="009A2A5A" w:rsidP="00F83E3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967"/>
    <w:rsid w:val="00004EE4"/>
    <w:rsid w:val="00045F17"/>
    <w:rsid w:val="000E50AC"/>
    <w:rsid w:val="0011114A"/>
    <w:rsid w:val="00131453"/>
    <w:rsid w:val="00156B4B"/>
    <w:rsid w:val="001613F8"/>
    <w:rsid w:val="00195B6E"/>
    <w:rsid w:val="001B3FF5"/>
    <w:rsid w:val="001B68F5"/>
    <w:rsid w:val="001F2F87"/>
    <w:rsid w:val="002C43C9"/>
    <w:rsid w:val="002E0F8A"/>
    <w:rsid w:val="003240F0"/>
    <w:rsid w:val="00332B13"/>
    <w:rsid w:val="00386E59"/>
    <w:rsid w:val="003D3F7B"/>
    <w:rsid w:val="003D4967"/>
    <w:rsid w:val="003D4D14"/>
    <w:rsid w:val="003E2162"/>
    <w:rsid w:val="003F10CA"/>
    <w:rsid w:val="003F43CB"/>
    <w:rsid w:val="004106E2"/>
    <w:rsid w:val="00413552"/>
    <w:rsid w:val="00494A22"/>
    <w:rsid w:val="00497EB6"/>
    <w:rsid w:val="004A606C"/>
    <w:rsid w:val="004B7C5E"/>
    <w:rsid w:val="0051095F"/>
    <w:rsid w:val="00521943"/>
    <w:rsid w:val="00523534"/>
    <w:rsid w:val="00544EE6"/>
    <w:rsid w:val="00552483"/>
    <w:rsid w:val="005937DA"/>
    <w:rsid w:val="005964E1"/>
    <w:rsid w:val="005E618A"/>
    <w:rsid w:val="006355EB"/>
    <w:rsid w:val="00657ABB"/>
    <w:rsid w:val="006701C6"/>
    <w:rsid w:val="006C2843"/>
    <w:rsid w:val="00700C67"/>
    <w:rsid w:val="00724E69"/>
    <w:rsid w:val="00781740"/>
    <w:rsid w:val="00796039"/>
    <w:rsid w:val="007B2833"/>
    <w:rsid w:val="007B434C"/>
    <w:rsid w:val="00810D10"/>
    <w:rsid w:val="00855DD1"/>
    <w:rsid w:val="00865044"/>
    <w:rsid w:val="008F1163"/>
    <w:rsid w:val="009203A0"/>
    <w:rsid w:val="00927D61"/>
    <w:rsid w:val="009415F1"/>
    <w:rsid w:val="00985DD7"/>
    <w:rsid w:val="009906E6"/>
    <w:rsid w:val="009A2A5A"/>
    <w:rsid w:val="009B0C0A"/>
    <w:rsid w:val="009C5935"/>
    <w:rsid w:val="009D1B49"/>
    <w:rsid w:val="00A4043D"/>
    <w:rsid w:val="00A7467B"/>
    <w:rsid w:val="00AA3618"/>
    <w:rsid w:val="00AF728B"/>
    <w:rsid w:val="00B17976"/>
    <w:rsid w:val="00B71E53"/>
    <w:rsid w:val="00B97AAA"/>
    <w:rsid w:val="00C03FE4"/>
    <w:rsid w:val="00C121A2"/>
    <w:rsid w:val="00C361C1"/>
    <w:rsid w:val="00C75CD5"/>
    <w:rsid w:val="00CB2651"/>
    <w:rsid w:val="00CD5D4D"/>
    <w:rsid w:val="00D01CC0"/>
    <w:rsid w:val="00D50120"/>
    <w:rsid w:val="00D522BD"/>
    <w:rsid w:val="00D71588"/>
    <w:rsid w:val="00D95007"/>
    <w:rsid w:val="00DC13E7"/>
    <w:rsid w:val="00DC5997"/>
    <w:rsid w:val="00DD58D6"/>
    <w:rsid w:val="00DE40D6"/>
    <w:rsid w:val="00DF22A0"/>
    <w:rsid w:val="00DF4E1B"/>
    <w:rsid w:val="00E00B96"/>
    <w:rsid w:val="00E807BE"/>
    <w:rsid w:val="00E823AC"/>
    <w:rsid w:val="00E85936"/>
    <w:rsid w:val="00EA4DC5"/>
    <w:rsid w:val="00EC6548"/>
    <w:rsid w:val="00ED2B61"/>
    <w:rsid w:val="00EE430E"/>
    <w:rsid w:val="00F83E3F"/>
    <w:rsid w:val="00FA350E"/>
    <w:rsid w:val="00FB1460"/>
    <w:rsid w:val="00FC333D"/>
    <w:rsid w:val="00FF4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E6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D4967"/>
    <w:rPr>
      <w:rFonts w:cs="Times New Roman"/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F83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83E3F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F83E3F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83E3F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F83E3F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F83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83E3F"/>
    <w:rPr>
      <w:rFonts w:cs="Times New Roman"/>
    </w:rPr>
  </w:style>
  <w:style w:type="table" w:styleId="TableGrid">
    <w:name w:val="Table Grid"/>
    <w:basedOn w:val="TableNormal"/>
    <w:uiPriority w:val="99"/>
    <w:locked/>
    <w:rsid w:val="00CB2651"/>
    <w:pPr>
      <w:spacing w:after="160" w:line="259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6</Pages>
  <Words>2084</Words>
  <Characters>11884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 муниципального района</dc:title>
  <dc:subject/>
  <dc:creator>1</dc:creator>
  <cp:keywords/>
  <dc:description/>
  <cp:lastModifiedBy>User</cp:lastModifiedBy>
  <cp:revision>2</cp:revision>
  <cp:lastPrinted>2016-01-04T09:13:00Z</cp:lastPrinted>
  <dcterms:created xsi:type="dcterms:W3CDTF">2016-02-20T11:13:00Z</dcterms:created>
  <dcterms:modified xsi:type="dcterms:W3CDTF">2016-02-20T11:13:00Z</dcterms:modified>
</cp:coreProperties>
</file>